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6AB86D1-BADC-4BBB-ACF8-6F6C639FAECB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